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798"/>
        <w:gridCol w:w="2798"/>
        <w:gridCol w:w="2799"/>
        <w:gridCol w:w="2799"/>
        <w:gridCol w:w="2799"/>
      </w:tblGrid>
      <w:tr w:rsidR="00CA0165" w:rsidRPr="00CA0165" w14:paraId="7196F782" w14:textId="77777777" w:rsidTr="00CC1A58">
        <w:tc>
          <w:tcPr>
            <w:tcW w:w="2798" w:type="dxa"/>
          </w:tcPr>
          <w:p w14:paraId="071573BA" w14:textId="77777777" w:rsidR="00CA0165" w:rsidRPr="00CA0165" w:rsidRDefault="00CA0165" w:rsidP="00CA0165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bookmarkStart w:id="0" w:name="_Hlk116125047"/>
          </w:p>
          <w:p w14:paraId="5D05552D" w14:textId="68CCE5E0" w:rsidR="00CA0165" w:rsidRPr="00CA0165" w:rsidRDefault="00CA0165" w:rsidP="00CA0165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195" w:type="dxa"/>
            <w:gridSpan w:val="4"/>
          </w:tcPr>
          <w:p w14:paraId="30A17870" w14:textId="3736ADFD" w:rsidR="00CA0165" w:rsidRPr="00CA0165" w:rsidRDefault="00CA0165" w:rsidP="00CA0165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WEEKPROGRAMMA </w:t>
            </w:r>
            <w:r w:rsidR="006251A2">
              <w:rPr>
                <w:rFonts w:ascii="Arial" w:eastAsia="Calibri" w:hAnsi="Arial" w:cs="Arial"/>
                <w:sz w:val="24"/>
                <w:szCs w:val="24"/>
                <w:lang w:eastAsia="en-US"/>
              </w:rPr>
              <w:t>Vakantiepark Krabbenhof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  <w:p w14:paraId="472500A8" w14:textId="3071CEDA" w:rsidR="00CA0165" w:rsidRPr="00CA0165" w:rsidRDefault="00200006" w:rsidP="00200006">
            <w:pPr>
              <w:jc w:val="center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w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eek van </w:t>
            </w:r>
            <w:r w:rsidR="003D5C6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maandag 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11 </w:t>
            </w:r>
            <w:r w:rsidR="003D5C6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maart 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tot en met </w:t>
            </w:r>
            <w:r w:rsidR="003D5C6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zondag 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17 maart</w:t>
            </w:r>
          </w:p>
        </w:tc>
      </w:tr>
      <w:tr w:rsidR="0040380B" w:rsidRPr="00CA0165" w14:paraId="2AA1414D" w14:textId="77777777" w:rsidTr="00CC1A58">
        <w:tc>
          <w:tcPr>
            <w:tcW w:w="2798" w:type="dxa"/>
          </w:tcPr>
          <w:p w14:paraId="0B224CAE" w14:textId="25AF9D2C" w:rsidR="0040380B" w:rsidRDefault="00D0589E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40380B">
              <w:rPr>
                <w:rFonts w:ascii="Arial" w:hAnsi="Arial" w:cs="Arial"/>
                <w:sz w:val="24"/>
                <w:szCs w:val="24"/>
              </w:rPr>
              <w:t>aandag</w:t>
            </w:r>
          </w:p>
          <w:p w14:paraId="3DE4587F" w14:textId="29CE423A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</w:p>
          <w:p w14:paraId="7C23DD32" w14:textId="77777777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6E9B7EF" w14:textId="77777777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333D1D6" w14:textId="77777777" w:rsidR="0040380B" w:rsidRPr="00CA0165" w:rsidRDefault="0040380B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98" w:type="dxa"/>
          </w:tcPr>
          <w:p w14:paraId="4F420D89" w14:textId="2FB1DD2B" w:rsidR="0040380B" w:rsidRDefault="00D0589E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40380B">
              <w:rPr>
                <w:rFonts w:ascii="Arial" w:hAnsi="Arial" w:cs="Arial"/>
                <w:sz w:val="24"/>
                <w:szCs w:val="24"/>
              </w:rPr>
              <w:t>insdag</w:t>
            </w:r>
          </w:p>
          <w:p w14:paraId="340E2613" w14:textId="71694D07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</w:p>
          <w:p w14:paraId="6E10747E" w14:textId="77777777" w:rsidR="0040380B" w:rsidRDefault="0040380B" w:rsidP="004038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19:00 - 20:30 uur spooktocht op het terrein</w:t>
            </w:r>
          </w:p>
          <w:p w14:paraId="0596CE0E" w14:textId="5B1FCD36" w:rsidR="003D5C6D" w:rsidRPr="00CA0165" w:rsidRDefault="003D5C6D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99" w:type="dxa"/>
          </w:tcPr>
          <w:p w14:paraId="6D05E6A1" w14:textId="734BED76" w:rsidR="0040380B" w:rsidRDefault="00D0589E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40380B">
              <w:rPr>
                <w:rFonts w:ascii="Arial" w:hAnsi="Arial" w:cs="Arial"/>
                <w:sz w:val="24"/>
                <w:szCs w:val="24"/>
              </w:rPr>
              <w:t>oensdag</w:t>
            </w:r>
          </w:p>
          <w:p w14:paraId="166D8FAC" w14:textId="5021D0E0" w:rsidR="0040380B" w:rsidRDefault="0040380B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</w:p>
          <w:p w14:paraId="27AC62D5" w14:textId="6DB39D26" w:rsidR="0040380B" w:rsidRPr="00CA0165" w:rsidRDefault="0040380B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13:30 - 15:00 uur spelletjes in de </w:t>
            </w:r>
            <w:r w:rsidR="00DD474E">
              <w:rPr>
                <w:rFonts w:ascii="Arial" w:hAnsi="Arial" w:cs="Arial"/>
                <w:sz w:val="24"/>
                <w:szCs w:val="24"/>
              </w:rPr>
              <w:t>snoezelruimte</w:t>
            </w:r>
            <w:r w:rsidR="00F61A69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799" w:type="dxa"/>
          </w:tcPr>
          <w:p w14:paraId="611E03FB" w14:textId="6752B3E9" w:rsidR="0040380B" w:rsidRDefault="00D0589E" w:rsidP="0040380B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40380B">
              <w:rPr>
                <w:rFonts w:ascii="Arial" w:hAnsi="Arial" w:cs="Arial"/>
                <w:sz w:val="24"/>
                <w:szCs w:val="24"/>
              </w:rPr>
              <w:t>onderdag</w:t>
            </w:r>
          </w:p>
          <w:p w14:paraId="2472A53F" w14:textId="1D4CD290" w:rsidR="0040380B" w:rsidRPr="00CA0165" w:rsidRDefault="0040380B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14:paraId="35E46E69" w14:textId="533605B4" w:rsidR="00904AA2" w:rsidRDefault="00D0589E" w:rsidP="00904AA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</w:t>
            </w:r>
            <w:r w:rsidR="00904AA2">
              <w:rPr>
                <w:rFonts w:ascii="Arial" w:hAnsi="Arial" w:cs="Arial"/>
                <w:sz w:val="24"/>
                <w:szCs w:val="24"/>
              </w:rPr>
              <w:t>rijdag</w:t>
            </w:r>
          </w:p>
          <w:p w14:paraId="176C955A" w14:textId="093EE15E" w:rsidR="00904AA2" w:rsidRDefault="00904AA2" w:rsidP="00904AA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10:00 - 11:00 uur dieren voeren </w:t>
            </w:r>
            <w:r w:rsidR="00DD474E">
              <w:rPr>
                <w:rFonts w:ascii="Arial" w:hAnsi="Arial" w:cs="Arial"/>
                <w:sz w:val="24"/>
                <w:szCs w:val="24"/>
              </w:rPr>
              <w:t>manege</w:t>
            </w:r>
          </w:p>
          <w:p w14:paraId="4F311FE4" w14:textId="136A5922" w:rsidR="0040380B" w:rsidRPr="00CA0165" w:rsidRDefault="00904AA2" w:rsidP="0040380B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13:30 - 15:00 uur spelletjes in de </w:t>
            </w:r>
            <w:r w:rsidR="00DD474E">
              <w:rPr>
                <w:rFonts w:ascii="Arial" w:hAnsi="Arial" w:cs="Arial"/>
                <w:sz w:val="24"/>
                <w:szCs w:val="24"/>
              </w:rPr>
              <w:t>snoezelruimte</w:t>
            </w:r>
            <w:r w:rsidR="00F61A69"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904AA2" w:rsidRPr="00CA0165" w14:paraId="2B16AA23" w14:textId="77777777" w:rsidTr="00CC1A58">
        <w:tc>
          <w:tcPr>
            <w:tcW w:w="2798" w:type="dxa"/>
          </w:tcPr>
          <w:p w14:paraId="10A31218" w14:textId="7777777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zaterdag</w:t>
            </w:r>
          </w:p>
          <w:p w14:paraId="5AF9D37F" w14:textId="647159EC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10:00 - 11:00 uur dieren voeren </w:t>
            </w:r>
            <w:r w:rsidR="00DD47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manege</w:t>
            </w:r>
          </w:p>
          <w:p w14:paraId="5C92AB44" w14:textId="3D33927E" w:rsidR="00904AA2" w:rsidRPr="0040380B" w:rsidRDefault="00904AA2" w:rsidP="00904AA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19:00 - 21:00 uur feestavond in de tuin</w:t>
            </w:r>
          </w:p>
        </w:tc>
        <w:tc>
          <w:tcPr>
            <w:tcW w:w="2798" w:type="dxa"/>
          </w:tcPr>
          <w:p w14:paraId="7E87C010" w14:textId="7777777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zondag</w:t>
            </w:r>
          </w:p>
          <w:p w14:paraId="44565DF8" w14:textId="3E824E3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10:00 - 11:00 uur dieren voeren </w:t>
            </w:r>
            <w:r w:rsidR="00DD47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manege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799" w:type="dxa"/>
          </w:tcPr>
          <w:p w14:paraId="1E1C4C78" w14:textId="498A565A" w:rsidR="00904AA2" w:rsidRPr="00CA0165" w:rsidRDefault="00CB078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v</w:t>
            </w:r>
            <w:r w:rsidR="003C33A2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rijwillige </w:t>
            </w:r>
            <w:r w:rsidR="00904AA2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taken</w:t>
            </w:r>
          </w:p>
          <w:p w14:paraId="3EAE53B0" w14:textId="71EA3607" w:rsidR="00904AA2" w:rsidRPr="00CA0165" w:rsidRDefault="00DD474E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snoezelruimte</w:t>
            </w:r>
            <w:r w:rsidR="00F61A69">
              <w:rPr>
                <w:rFonts w:ascii="Arial" w:eastAsia="Calibri" w:hAnsi="Arial" w:cs="Arial"/>
                <w:sz w:val="24"/>
                <w:szCs w:val="24"/>
                <w:lang w:eastAsia="en-US"/>
              </w:rPr>
              <w:t>s</w:t>
            </w:r>
            <w:r w:rsidR="00904AA2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opruimen </w:t>
            </w:r>
          </w:p>
          <w:p w14:paraId="40CD5457" w14:textId="7777777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tafels schoonmaken </w:t>
            </w:r>
          </w:p>
          <w:p w14:paraId="2029596F" w14:textId="4127B217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vloer van de </w:t>
            </w:r>
            <w:r w:rsidR="00DD474E">
              <w:rPr>
                <w:rFonts w:ascii="Arial" w:eastAsia="Calibri" w:hAnsi="Arial" w:cs="Arial"/>
                <w:sz w:val="24"/>
                <w:szCs w:val="24"/>
                <w:lang w:eastAsia="en-US"/>
              </w:rPr>
              <w:t>snoezelruimte</w:t>
            </w:r>
            <w:r w:rsidR="00F61A69">
              <w:rPr>
                <w:rFonts w:ascii="Arial" w:eastAsia="Calibri" w:hAnsi="Arial" w:cs="Arial"/>
                <w:sz w:val="24"/>
                <w:szCs w:val="24"/>
                <w:lang w:eastAsia="en-US"/>
              </w:rPr>
              <w:t>s</w:t>
            </w: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vegen </w:t>
            </w:r>
          </w:p>
          <w:p w14:paraId="34CD2F70" w14:textId="6D58CA44" w:rsidR="00904AA2" w:rsidRPr="00CA0165" w:rsidRDefault="00904AA2" w:rsidP="00904AA2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helpen bij de afwas</w:t>
            </w:r>
          </w:p>
        </w:tc>
        <w:tc>
          <w:tcPr>
            <w:tcW w:w="5598" w:type="dxa"/>
            <w:gridSpan w:val="2"/>
          </w:tcPr>
          <w:p w14:paraId="5D9EAB18" w14:textId="054258C1" w:rsidR="00904AA2" w:rsidRPr="00CA0165" w:rsidRDefault="00904AA2" w:rsidP="00F17AA1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menu</w:t>
            </w:r>
          </w:p>
        </w:tc>
      </w:tr>
      <w:tr w:rsidR="00CA0165" w:rsidRPr="00CA0165" w14:paraId="555D8AB5" w14:textId="77777777" w:rsidTr="00CC1A58">
        <w:tc>
          <w:tcPr>
            <w:tcW w:w="13993" w:type="dxa"/>
            <w:gridSpan w:val="5"/>
          </w:tcPr>
          <w:p w14:paraId="35F98DE7" w14:textId="41DCA53D" w:rsidR="00CA0165" w:rsidRPr="00CA0165" w:rsidRDefault="00A927D0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eastAsia="en-US"/>
              </w:rPr>
              <w:t>E</w:t>
            </w:r>
            <w:r w:rsidR="00CA0165" w:rsidRPr="00CA0165">
              <w:rPr>
                <w:rFonts w:ascii="Arial" w:eastAsia="Calibri" w:hAnsi="Arial" w:cs="Arial"/>
                <w:sz w:val="24"/>
                <w:szCs w:val="24"/>
                <w:lang w:eastAsia="en-US"/>
              </w:rPr>
              <w:t>xtra informatie</w:t>
            </w:r>
            <w:r w:rsidR="007341B1">
              <w:rPr>
                <w:rFonts w:ascii="Arial" w:eastAsia="Calibri" w:hAnsi="Arial" w:cs="Arial"/>
                <w:sz w:val="24"/>
                <w:szCs w:val="24"/>
                <w:lang w:eastAsia="en-US"/>
              </w:rPr>
              <w:t>:</w:t>
            </w:r>
          </w:p>
          <w:p w14:paraId="41C59E7A" w14:textId="77777777" w:rsidR="00CA0165" w:rsidRPr="00CA0165" w:rsidRDefault="00CA0165" w:rsidP="00CA0165">
            <w:pPr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</w:tc>
      </w:tr>
      <w:bookmarkEnd w:id="0"/>
    </w:tbl>
    <w:p w14:paraId="54A1D16A" w14:textId="77777777" w:rsidR="00110DFE" w:rsidRDefault="00110DFE"/>
    <w:sectPr w:rsidR="00110DFE" w:rsidSect="00CA016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4AD"/>
    <w:rsid w:val="000C4FED"/>
    <w:rsid w:val="00110DFE"/>
    <w:rsid w:val="00200006"/>
    <w:rsid w:val="00333BAC"/>
    <w:rsid w:val="003C33A2"/>
    <w:rsid w:val="003D5C6D"/>
    <w:rsid w:val="003D64E0"/>
    <w:rsid w:val="0040380B"/>
    <w:rsid w:val="004F1749"/>
    <w:rsid w:val="006251A2"/>
    <w:rsid w:val="007341B1"/>
    <w:rsid w:val="00904AA2"/>
    <w:rsid w:val="00A5073F"/>
    <w:rsid w:val="00A927D0"/>
    <w:rsid w:val="00AF35E5"/>
    <w:rsid w:val="00B010DA"/>
    <w:rsid w:val="00B0168C"/>
    <w:rsid w:val="00C55EB2"/>
    <w:rsid w:val="00CA0165"/>
    <w:rsid w:val="00CB0782"/>
    <w:rsid w:val="00D0589E"/>
    <w:rsid w:val="00D06FA5"/>
    <w:rsid w:val="00D2181F"/>
    <w:rsid w:val="00DD474E"/>
    <w:rsid w:val="00E274AD"/>
    <w:rsid w:val="00EB76F7"/>
    <w:rsid w:val="00F17AA1"/>
    <w:rsid w:val="00F61A69"/>
    <w:rsid w:val="00FB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66BA"/>
  <w15:chartTrackingRefBased/>
  <w15:docId w15:val="{737AE232-54BD-4E6C-91BD-EE4803E9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274AD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rsid w:val="00CA0165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03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76DC89-1F53-44E7-8CEC-5E998F22F2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79CF1F-052F-4599-9507-296B38CA76E6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1102C81A-A53F-4A1B-957A-444329D253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646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28</cp:revision>
  <dcterms:created xsi:type="dcterms:W3CDTF">2023-01-18T19:17:00Z</dcterms:created>
  <dcterms:modified xsi:type="dcterms:W3CDTF">2023-07-16T17:17:00Z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