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2835"/>
        <w:gridCol w:w="2695"/>
        <w:gridCol w:w="2799"/>
      </w:tblGrid>
      <w:tr w:rsidR="00D016BE" w:rsidRPr="00CA0165" w14:paraId="7196F782" w14:textId="77777777" w:rsidTr="003068B7">
        <w:tc>
          <w:tcPr>
            <w:tcW w:w="2830" w:type="dxa"/>
          </w:tcPr>
          <w:p w14:paraId="5D05552D" w14:textId="68CCE5E0" w:rsidR="00D016BE" w:rsidRPr="00CA0165" w:rsidRDefault="00D016BE" w:rsidP="00F53F8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bookmarkStart w:id="0" w:name="_Hlk116125047"/>
          </w:p>
        </w:tc>
        <w:tc>
          <w:tcPr>
            <w:tcW w:w="11164" w:type="dxa"/>
            <w:gridSpan w:val="4"/>
          </w:tcPr>
          <w:p w14:paraId="30A17870" w14:textId="63893BE1" w:rsidR="00D016BE" w:rsidRPr="00CA0165" w:rsidRDefault="00D016BE" w:rsidP="00CA0165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WEEKPROGRAMMA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Vakantiepark Krabbenhof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14:paraId="472500A8" w14:textId="4AFE3669" w:rsidR="00D016BE" w:rsidRPr="00CA0165" w:rsidRDefault="00D016BE" w:rsidP="00F53F8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w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eek van </w:t>
            </w:r>
            <w:r w:rsidR="001C288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maandag 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11 </w:t>
            </w:r>
            <w:r w:rsidR="001C288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maart 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tot en met </w:t>
            </w:r>
            <w:r w:rsidR="001C288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zondag 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17 maart</w:t>
            </w:r>
          </w:p>
        </w:tc>
      </w:tr>
      <w:tr w:rsidR="00CE06A2" w:rsidRPr="00CA0165" w14:paraId="2AA1414D" w14:textId="77777777" w:rsidTr="00927B10">
        <w:tc>
          <w:tcPr>
            <w:tcW w:w="2830" w:type="dxa"/>
          </w:tcPr>
          <w:p w14:paraId="75FB7FE3" w14:textId="77777777" w:rsidR="00CE06A2" w:rsidRDefault="00CE06A2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maandag</w:t>
            </w:r>
          </w:p>
          <w:p w14:paraId="08AC744F" w14:textId="77777777" w:rsidR="00176398" w:rsidRDefault="00176398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44AA2457" w14:textId="77777777" w:rsidR="00176398" w:rsidRDefault="00176398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4333D1D6" w14:textId="14149DEE" w:rsidR="00D92567" w:rsidRPr="00CA0165" w:rsidRDefault="00D92567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01DF4CFB" w14:textId="77777777" w:rsidR="00CE06A2" w:rsidRDefault="00CE06A2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dinsdag</w:t>
            </w:r>
          </w:p>
          <w:p w14:paraId="0596CE0E" w14:textId="4C660BCB" w:rsidR="00D92567" w:rsidRPr="00CA0165" w:rsidRDefault="00D92567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7C7C7867" w14:textId="77777777" w:rsidR="00CE06A2" w:rsidRDefault="00CE06A2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woensdag</w:t>
            </w:r>
          </w:p>
          <w:p w14:paraId="54BFD5DA" w14:textId="6E98F1AD" w:rsidR="00D92567" w:rsidRPr="00CA0165" w:rsidRDefault="00D92567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5" w:type="dxa"/>
          </w:tcPr>
          <w:p w14:paraId="53C458DB" w14:textId="77777777" w:rsidR="00CE06A2" w:rsidRDefault="00CE06A2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donderdag</w:t>
            </w:r>
          </w:p>
          <w:p w14:paraId="2472A53F" w14:textId="4E23F03E" w:rsidR="00D92567" w:rsidRPr="00CA0165" w:rsidRDefault="00D92567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99" w:type="dxa"/>
          </w:tcPr>
          <w:p w14:paraId="28274456" w14:textId="77777777" w:rsidR="00CE06A2" w:rsidRDefault="00CE06A2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vrijdag</w:t>
            </w:r>
          </w:p>
          <w:p w14:paraId="4F311FE4" w14:textId="2E91BDB3" w:rsidR="00D92567" w:rsidRPr="00CA0165" w:rsidRDefault="00D92567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6910C6" w:rsidRPr="00CA0165" w14:paraId="2B16AA23" w14:textId="77777777" w:rsidTr="00927B10">
        <w:tc>
          <w:tcPr>
            <w:tcW w:w="2830" w:type="dxa"/>
          </w:tcPr>
          <w:p w14:paraId="4DDF0FB9" w14:textId="77777777" w:rsidR="006910C6" w:rsidRPr="00CA0165" w:rsidRDefault="006910C6" w:rsidP="00D016B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zaterdag</w:t>
            </w:r>
          </w:p>
          <w:p w14:paraId="016B084C" w14:textId="7EEBE355" w:rsidR="006910C6" w:rsidRPr="00CA0165" w:rsidRDefault="006910C6" w:rsidP="00D016B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10:00 - 11:00 uur dieren voeren </w:t>
            </w:r>
            <w:r w:rsidR="008E501D">
              <w:rPr>
                <w:rFonts w:ascii="Arial" w:eastAsia="Calibri" w:hAnsi="Arial" w:cs="Arial"/>
                <w:sz w:val="24"/>
                <w:szCs w:val="24"/>
                <w:lang w:eastAsia="en-US"/>
              </w:rPr>
              <w:t>manege</w:t>
            </w:r>
          </w:p>
          <w:p w14:paraId="44565DF8" w14:textId="6CA14D9B" w:rsidR="006910C6" w:rsidRPr="00CA0165" w:rsidRDefault="006910C6" w:rsidP="00D016B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19:00 - 21:00 uur feestavond in de tuin</w:t>
            </w:r>
          </w:p>
        </w:tc>
        <w:tc>
          <w:tcPr>
            <w:tcW w:w="2835" w:type="dxa"/>
          </w:tcPr>
          <w:p w14:paraId="2305A779" w14:textId="77777777" w:rsidR="006910C6" w:rsidRPr="00CA0165" w:rsidRDefault="006910C6" w:rsidP="006910C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zondag</w:t>
            </w:r>
          </w:p>
          <w:p w14:paraId="34CD2F70" w14:textId="4D6DBBB0" w:rsidR="006910C6" w:rsidRPr="00CA0165" w:rsidRDefault="006910C6" w:rsidP="006910C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10:00 - 11:00 uur dieren voeren </w:t>
            </w:r>
            <w:r w:rsidR="008E501D">
              <w:rPr>
                <w:rFonts w:ascii="Arial" w:eastAsia="Calibri" w:hAnsi="Arial" w:cs="Arial"/>
                <w:sz w:val="24"/>
                <w:szCs w:val="24"/>
                <w:lang w:eastAsia="en-US"/>
              </w:rPr>
              <w:t>manege</w:t>
            </w:r>
          </w:p>
        </w:tc>
        <w:tc>
          <w:tcPr>
            <w:tcW w:w="2835" w:type="dxa"/>
          </w:tcPr>
          <w:p w14:paraId="3E265B46" w14:textId="43C49561" w:rsidR="006910C6" w:rsidRPr="00CA0165" w:rsidRDefault="00681E17" w:rsidP="00D016B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Vrijwillige </w:t>
            </w:r>
            <w:r w:rsidR="006910C6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taken</w:t>
            </w:r>
          </w:p>
          <w:p w14:paraId="608863A5" w14:textId="571E1DAE" w:rsidR="006910C6" w:rsidRPr="00CA0165" w:rsidRDefault="00E17379" w:rsidP="00D016B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snoezelruimte</w:t>
            </w:r>
            <w:r w:rsidR="000264DD">
              <w:rPr>
                <w:rFonts w:ascii="Arial" w:eastAsia="Calibri" w:hAnsi="Arial" w:cs="Arial"/>
                <w:sz w:val="24"/>
                <w:szCs w:val="24"/>
                <w:lang w:eastAsia="en-US"/>
              </w:rPr>
              <w:t>s</w:t>
            </w:r>
            <w:r w:rsidR="006910C6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opruimen </w:t>
            </w:r>
          </w:p>
          <w:p w14:paraId="6B639B43" w14:textId="77777777" w:rsidR="006910C6" w:rsidRPr="00CA0165" w:rsidRDefault="006910C6" w:rsidP="00D016B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tafels schoonmaken </w:t>
            </w:r>
          </w:p>
          <w:p w14:paraId="67484FE0" w14:textId="39657959" w:rsidR="006910C6" w:rsidRPr="00CA0165" w:rsidRDefault="006910C6" w:rsidP="00D016B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vloer van de </w:t>
            </w:r>
            <w:r w:rsidR="00E17379">
              <w:rPr>
                <w:rFonts w:ascii="Arial" w:eastAsia="Calibri" w:hAnsi="Arial" w:cs="Arial"/>
                <w:sz w:val="24"/>
                <w:szCs w:val="24"/>
                <w:lang w:eastAsia="en-US"/>
              </w:rPr>
              <w:t>snoezelruimte</w:t>
            </w:r>
            <w:r w:rsidR="000264DD">
              <w:rPr>
                <w:rFonts w:ascii="Arial" w:eastAsia="Calibri" w:hAnsi="Arial" w:cs="Arial"/>
                <w:sz w:val="24"/>
                <w:szCs w:val="24"/>
                <w:lang w:eastAsia="en-US"/>
              </w:rPr>
              <w:t>s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vegen </w:t>
            </w:r>
          </w:p>
          <w:p w14:paraId="440607AD" w14:textId="5C2D2C00" w:rsidR="006910C6" w:rsidRPr="00CA0165" w:rsidRDefault="006910C6" w:rsidP="00D016B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helpen bij de afwas</w:t>
            </w:r>
          </w:p>
        </w:tc>
        <w:tc>
          <w:tcPr>
            <w:tcW w:w="5494" w:type="dxa"/>
            <w:gridSpan w:val="2"/>
          </w:tcPr>
          <w:p w14:paraId="5D9EAB18" w14:textId="2F478DE2" w:rsidR="006910C6" w:rsidRPr="00CA0165" w:rsidRDefault="006910C6" w:rsidP="002C1874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menu</w:t>
            </w:r>
          </w:p>
        </w:tc>
      </w:tr>
      <w:tr w:rsidR="006910C6" w:rsidRPr="00CA0165" w14:paraId="555D8AB5" w14:textId="77777777" w:rsidTr="004A0D3B">
        <w:tc>
          <w:tcPr>
            <w:tcW w:w="13994" w:type="dxa"/>
            <w:gridSpan w:val="5"/>
          </w:tcPr>
          <w:p w14:paraId="35F98DE7" w14:textId="77473410" w:rsidR="006910C6" w:rsidRPr="00CA0165" w:rsidRDefault="00C55B0A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E</w:t>
            </w:r>
            <w:r w:rsidR="006910C6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xtra informatie</w:t>
            </w:r>
            <w:r w:rsidR="0000572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: </w:t>
            </w:r>
          </w:p>
          <w:p w14:paraId="41C59E7A" w14:textId="77777777" w:rsidR="006910C6" w:rsidRPr="00CA0165" w:rsidRDefault="006910C6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bookmarkEnd w:id="0"/>
    </w:tbl>
    <w:p w14:paraId="54A1D16A" w14:textId="77777777" w:rsidR="00110DFE" w:rsidRDefault="00110DFE"/>
    <w:sectPr w:rsidR="00110DFE" w:rsidSect="00CA01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AD"/>
    <w:rsid w:val="00005720"/>
    <w:rsid w:val="000264DD"/>
    <w:rsid w:val="000C4FED"/>
    <w:rsid w:val="00110DFE"/>
    <w:rsid w:val="0015248E"/>
    <w:rsid w:val="00176398"/>
    <w:rsid w:val="001C2880"/>
    <w:rsid w:val="0020417D"/>
    <w:rsid w:val="002C1874"/>
    <w:rsid w:val="003068B7"/>
    <w:rsid w:val="00343E0E"/>
    <w:rsid w:val="0038686C"/>
    <w:rsid w:val="003D64E0"/>
    <w:rsid w:val="004F1749"/>
    <w:rsid w:val="0058795C"/>
    <w:rsid w:val="00600416"/>
    <w:rsid w:val="006251A2"/>
    <w:rsid w:val="00681E17"/>
    <w:rsid w:val="006910C6"/>
    <w:rsid w:val="007C7112"/>
    <w:rsid w:val="00815A85"/>
    <w:rsid w:val="00873E1C"/>
    <w:rsid w:val="008A2D35"/>
    <w:rsid w:val="008E501D"/>
    <w:rsid w:val="009200A9"/>
    <w:rsid w:val="00927B10"/>
    <w:rsid w:val="00AC1E81"/>
    <w:rsid w:val="00AF35E5"/>
    <w:rsid w:val="00B010DA"/>
    <w:rsid w:val="00B0168C"/>
    <w:rsid w:val="00C55B0A"/>
    <w:rsid w:val="00C55EB2"/>
    <w:rsid w:val="00C95B98"/>
    <w:rsid w:val="00CA0165"/>
    <w:rsid w:val="00CB51B6"/>
    <w:rsid w:val="00CE06A2"/>
    <w:rsid w:val="00D016BE"/>
    <w:rsid w:val="00D06FA5"/>
    <w:rsid w:val="00D2181F"/>
    <w:rsid w:val="00D92567"/>
    <w:rsid w:val="00DE4C14"/>
    <w:rsid w:val="00E17379"/>
    <w:rsid w:val="00E274AD"/>
    <w:rsid w:val="00EB76F7"/>
    <w:rsid w:val="00F53F8B"/>
    <w:rsid w:val="00FB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66BA"/>
  <w15:chartTrackingRefBased/>
  <w15:docId w15:val="{737AE232-54BD-4E6C-91BD-EE4803E9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274A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rsid w:val="00CA0165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1C6D6B-C772-4535-8F2A-70DA2AB37234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7EAEC7E1-F332-4443-A3FB-C11AA4701CFC}"/>
</file>

<file path=customXml/itemProps3.xml><?xml version="1.0" encoding="utf-8"?>
<ds:datastoreItem xmlns:ds="http://schemas.openxmlformats.org/officeDocument/2006/customXml" ds:itemID="{765F4406-D42F-4BB3-8163-FE082E6E1C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65</Words>
  <Characters>360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Desiree van Ravels</cp:lastModifiedBy>
  <cp:revision>46</cp:revision>
  <dcterms:created xsi:type="dcterms:W3CDTF">2023-01-18T19:17:00Z</dcterms:created>
  <dcterms:modified xsi:type="dcterms:W3CDTF">2023-08-17T11:14:00Z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